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7D9" w:rsidRDefault="00FB37D9" w:rsidP="00C806D4">
      <w:r>
        <w:t xml:space="preserve">1. C G JUNG PSİKOLOJİSİ - </w:t>
      </w:r>
      <w:r w:rsidRPr="00C806D4">
        <w:rPr>
          <w:b/>
          <w:bCs/>
          <w:u w:val="single"/>
        </w:rPr>
        <w:t>OYA KARADENİZ</w:t>
      </w:r>
      <w:r>
        <w:t>- DEDE KORKUT HİKAYELERİ</w:t>
      </w:r>
    </w:p>
    <w:p w:rsidR="00FB37D9" w:rsidRPr="00C806D4" w:rsidRDefault="00FB37D9" w:rsidP="00C806D4">
      <w:pPr>
        <w:rPr>
          <w:b/>
          <w:bCs/>
          <w:u w:val="single"/>
        </w:rPr>
      </w:pPr>
      <w:r>
        <w:t xml:space="preserve">  2. DOĞU METİNLERİNE PSK YAKLAŞIM- BOGAC HAN- </w:t>
      </w:r>
      <w:r w:rsidRPr="00C806D4">
        <w:rPr>
          <w:b/>
          <w:bCs/>
          <w:u w:val="single"/>
        </w:rPr>
        <w:t>HİLAL GURCOSKUN</w:t>
      </w:r>
    </w:p>
    <w:p w:rsidR="00FB37D9" w:rsidRDefault="00FB37D9" w:rsidP="00C806D4">
      <w:r>
        <w:t xml:space="preserve">  3.ANILAR DÜSLER.....</w:t>
      </w:r>
      <w:r w:rsidRPr="00CA703E">
        <w:rPr>
          <w:b/>
          <w:bCs/>
        </w:rPr>
        <w:t>HASAN BAL</w:t>
      </w:r>
      <w:r>
        <w:t xml:space="preserve"> – YÜZÜKLERİN EFENDİSİ</w:t>
      </w:r>
    </w:p>
    <w:p w:rsidR="00FB37D9" w:rsidRDefault="00FB37D9" w:rsidP="00C806D4">
      <w:r>
        <w:t xml:space="preserve">  4.İNSAN VE SEMBOLLERİ- </w:t>
      </w:r>
      <w:r w:rsidRPr="00CA703E">
        <w:rPr>
          <w:b/>
          <w:bCs/>
          <w:u w:val="single"/>
        </w:rPr>
        <w:t>MUSTAFA ÇOBAN</w:t>
      </w:r>
      <w:r>
        <w:t xml:space="preserve"> – BAHATTİN OGEL</w:t>
      </w:r>
    </w:p>
    <w:p w:rsidR="00FB37D9" w:rsidRDefault="00FB37D9" w:rsidP="00C806D4">
      <w:r>
        <w:t xml:space="preserve">  5.KİŞİLİK OLUŞUMU VE SORUNLARI- KAREN HORNEY- MELANİE   </w:t>
      </w:r>
    </w:p>
    <w:p w:rsidR="00FB37D9" w:rsidRPr="00CA703E" w:rsidRDefault="00FB37D9" w:rsidP="00C806D4">
      <w:pPr>
        <w:rPr>
          <w:b/>
          <w:bCs/>
          <w:u w:val="single"/>
        </w:rPr>
      </w:pPr>
      <w:r>
        <w:t xml:space="preserve">    KLEİN/</w:t>
      </w:r>
      <w:r w:rsidRPr="00CA703E">
        <w:rPr>
          <w:b/>
          <w:bCs/>
          <w:u w:val="single"/>
        </w:rPr>
        <w:t>HİLAL ÇELİK</w:t>
      </w:r>
    </w:p>
    <w:p w:rsidR="00FB37D9" w:rsidRPr="00CA703E" w:rsidRDefault="00FB37D9" w:rsidP="00C806D4">
      <w:pPr>
        <w:rPr>
          <w:b/>
          <w:bCs/>
          <w:u w:val="single"/>
        </w:rPr>
      </w:pPr>
      <w:r>
        <w:t xml:space="preserve">  6. İNSAN RUHUNA YONELİŞ -  BİLİNC VE BİLİNCDIŞI NA YONELİŞ – SİDDHARTA </w:t>
      </w:r>
      <w:r w:rsidRPr="00CA703E">
        <w:rPr>
          <w:b/>
          <w:bCs/>
          <w:u w:val="single"/>
        </w:rPr>
        <w:t>– Murat GULTEKIN</w:t>
      </w:r>
    </w:p>
    <w:p w:rsidR="00FB37D9" w:rsidRDefault="00FB37D9" w:rsidP="00C806D4">
      <w:r>
        <w:t xml:space="preserve">  7. DORT ARKETİP –   KADIN PSİKOLOJİSİ -TURK HALKBİLİMİNDE YAPILMIŞ TEZLER – OSYM </w:t>
      </w:r>
    </w:p>
    <w:p w:rsidR="00FB37D9" w:rsidRDefault="00FB37D9" w:rsidP="00C806D4">
      <w:r>
        <w:t xml:space="preserve">       – </w:t>
      </w:r>
      <w:r w:rsidRPr="00CA703E">
        <w:rPr>
          <w:b/>
          <w:bCs/>
          <w:u w:val="single"/>
        </w:rPr>
        <w:t>LEVENT YAZICI</w:t>
      </w:r>
    </w:p>
    <w:p w:rsidR="00FB37D9" w:rsidRDefault="00FB37D9" w:rsidP="00C806D4">
      <w:r>
        <w:t xml:space="preserve">  8. DİN VE PSİKOLOJİ - METİN AND VE SAMANİSM</w:t>
      </w:r>
    </w:p>
    <w:p w:rsidR="00FB37D9" w:rsidRDefault="00FB37D9" w:rsidP="00C806D4">
      <w:r>
        <w:t xml:space="preserve">  9. KEŞFEDİLMEMİŞ BENLİK- MUAZZEZ İLMİYE ÇIĞ VE ESERLERİ</w:t>
      </w:r>
    </w:p>
    <w:p w:rsidR="00FB37D9" w:rsidRDefault="00FB37D9" w:rsidP="00C806D4">
      <w:r>
        <w:t>10. TANRININ MASKELERİ  - J CAMPBELL</w:t>
      </w:r>
    </w:p>
    <w:p w:rsidR="00FB37D9" w:rsidRDefault="00FB37D9" w:rsidP="00C806D4">
      <w:r>
        <w:t>11. Es zamanlılık –  I CHİNG  - Sinan Özat</w:t>
      </w:r>
    </w:p>
    <w:p w:rsidR="00FB37D9" w:rsidRDefault="00FB37D9" w:rsidP="00C806D4">
      <w:r>
        <w:t>12.  Oniki Arketip – Emine BORAN- Gençlik fotokopi –</w:t>
      </w:r>
    </w:p>
    <w:p w:rsidR="00FB37D9" w:rsidRPr="00CA703E" w:rsidRDefault="00FB37D9" w:rsidP="00C806D4">
      <w:r w:rsidRPr="00CA703E">
        <w:t>13- ALTIN ÇİÇEĞİN SIRRI – ALTIN ÇİÇEĞİN MEYVASI</w:t>
      </w:r>
    </w:p>
    <w:p w:rsidR="00FB37D9" w:rsidRDefault="00FB37D9" w:rsidP="00C806D4">
      <w:r>
        <w:t>14</w:t>
      </w:r>
    </w:p>
    <w:p w:rsidR="00FB37D9" w:rsidRDefault="00FB37D9" w:rsidP="00C806D4">
      <w:r>
        <w:t>15</w:t>
      </w:r>
    </w:p>
    <w:p w:rsidR="00FB37D9" w:rsidRDefault="00FB37D9" w:rsidP="00C806D4"/>
    <w:p w:rsidR="00FB37D9" w:rsidRDefault="00FB37D9" w:rsidP="00C806D4"/>
    <w:p w:rsidR="00FB37D9" w:rsidRDefault="00FB37D9"/>
    <w:sectPr w:rsidR="00FB37D9" w:rsidSect="00EE55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06D4"/>
    <w:rsid w:val="00331CF7"/>
    <w:rsid w:val="00C806D4"/>
    <w:rsid w:val="00CA703E"/>
    <w:rsid w:val="00ED4254"/>
    <w:rsid w:val="00EE55EA"/>
    <w:rsid w:val="00FB37D9"/>
    <w:rsid w:val="00FF3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6D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576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120</Words>
  <Characters>688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Nuray Oakley</dc:creator>
  <cp:keywords/>
  <dc:description/>
  <cp:lastModifiedBy>levent</cp:lastModifiedBy>
  <cp:revision>2</cp:revision>
  <dcterms:created xsi:type="dcterms:W3CDTF">2010-10-11T07:35:00Z</dcterms:created>
  <dcterms:modified xsi:type="dcterms:W3CDTF">2010-10-11T07:35:00Z</dcterms:modified>
</cp:coreProperties>
</file>